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2B69187A" w:rsidR="004E36AD" w:rsidRPr="0049268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bookmarkStart w:id="0" w:name="Number"/>
      <w:r w:rsidRPr="00492684">
        <w:rPr>
          <w:rStyle w:val="Strong"/>
          <w:rFonts w:asciiTheme="minorHAnsi" w:hAnsiTheme="minorHAnsi" w:cstheme="minorHAnsi"/>
          <w:lang w:val="en-GB"/>
        </w:rPr>
        <w:t>RF</w:t>
      </w:r>
      <w:r w:rsidR="000F7FB4" w:rsidRPr="00492684">
        <w:rPr>
          <w:rStyle w:val="Strong"/>
          <w:rFonts w:asciiTheme="minorHAnsi" w:hAnsiTheme="minorHAnsi" w:cstheme="minorHAnsi"/>
          <w:lang w:val="en-GB"/>
        </w:rPr>
        <w:t>Q</w:t>
      </w:r>
      <w:r w:rsidRPr="00492684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87F66">
        <w:rPr>
          <w:rStyle w:val="Strong"/>
          <w:rFonts w:asciiTheme="minorHAnsi" w:hAnsiTheme="minorHAnsi" w:cstheme="minorHAnsi"/>
          <w:lang w:val="en-GB"/>
        </w:rPr>
        <w:t>29-G00</w:t>
      </w:r>
      <w:r w:rsidR="003E7062">
        <w:rPr>
          <w:rStyle w:val="Strong"/>
          <w:rFonts w:asciiTheme="minorHAnsi" w:hAnsiTheme="minorHAnsi" w:cstheme="minorHAnsi"/>
          <w:lang w:val="en-GB"/>
        </w:rPr>
        <w:t>3</w:t>
      </w:r>
      <w:r w:rsidR="00887F66">
        <w:rPr>
          <w:rStyle w:val="Strong"/>
          <w:rFonts w:asciiTheme="minorHAnsi" w:hAnsiTheme="minorHAnsi" w:cstheme="minorHAnsi"/>
          <w:lang w:val="en-GB"/>
        </w:rPr>
        <w:t>-2</w:t>
      </w:r>
      <w:r w:rsidR="00D21C60">
        <w:rPr>
          <w:rStyle w:val="Strong"/>
          <w:rFonts w:asciiTheme="minorHAnsi" w:hAnsiTheme="minorHAnsi" w:cstheme="minorHAnsi"/>
          <w:lang w:val="en-GB"/>
        </w:rPr>
        <w:t>3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1" w:name="_Toc419729571"/>
      <w:bookmarkStart w:id="2" w:name="_Toc11156577"/>
      <w:r w:rsidRPr="00492684">
        <w:lastRenderedPageBreak/>
        <w:t>Specification</w:t>
      </w:r>
      <w:bookmarkEnd w:id="1"/>
    </w:p>
    <w:p w14:paraId="24A7EEAB" w14:textId="19AEDB63" w:rsidR="00C44890" w:rsidRDefault="00C44890" w:rsidP="003A1D99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492684">
        <w:rPr>
          <w:lang w:val="en-GB"/>
        </w:rPr>
        <w:t>Background</w:t>
      </w:r>
      <w:bookmarkEnd w:id="3"/>
      <w:bookmarkEnd w:id="4"/>
    </w:p>
    <w:p w14:paraId="78CB7A5A" w14:textId="411B553A" w:rsidR="00B858C5" w:rsidRPr="002A32D3" w:rsidRDefault="004E0405" w:rsidP="00C44890">
      <w:pPr>
        <w:pStyle w:val="Heading3"/>
        <w:rPr>
          <w:b w:val="0"/>
          <w:bCs/>
          <w:noProof/>
        </w:rPr>
      </w:pPr>
      <w:bookmarkStart w:id="6" w:name="_Toc312171709"/>
      <w:r>
        <w:rPr>
          <w:b w:val="0"/>
          <w:bCs/>
          <w:noProof/>
        </w:rPr>
        <w:t xml:space="preserve">This tender is for the Power </w:t>
      </w:r>
      <w:r w:rsidR="00912AB3">
        <w:rPr>
          <w:b w:val="0"/>
          <w:bCs/>
          <w:noProof/>
        </w:rPr>
        <w:t xml:space="preserve">Generation </w:t>
      </w:r>
      <w:r>
        <w:rPr>
          <w:b w:val="0"/>
          <w:bCs/>
          <w:noProof/>
        </w:rPr>
        <w:t xml:space="preserve">Division new Inverters and parts. These inverters will replace the existing </w:t>
      </w:r>
      <w:r w:rsidR="00480419">
        <w:rPr>
          <w:b w:val="0"/>
          <w:bCs/>
          <w:noProof/>
        </w:rPr>
        <w:t>on</w:t>
      </w:r>
      <w:r w:rsidR="00912AB3">
        <w:rPr>
          <w:b w:val="0"/>
          <w:bCs/>
          <w:noProof/>
        </w:rPr>
        <w:t>es which are down now, this is to maintain the supply and delievery of electrical energy to the general public for both government, business and private use in Kiritimati Island.</w:t>
      </w:r>
    </w:p>
    <w:p w14:paraId="000280F4" w14:textId="0A479FD6" w:rsidR="00C44890" w:rsidRPr="00492684" w:rsidRDefault="002A4740" w:rsidP="00C44890">
      <w:pPr>
        <w:pStyle w:val="Heading3"/>
        <w:rPr>
          <w:rFonts w:cs="Calibri"/>
          <w:lang w:val="en-GB"/>
        </w:rPr>
      </w:pPr>
      <w:r w:rsidRPr="00492684">
        <w:rPr>
          <w:rFonts w:cs="Calibri"/>
          <w:lang w:val="en-GB"/>
        </w:rPr>
        <w:t>Requirements</w:t>
      </w:r>
    </w:p>
    <w:p w14:paraId="7B19B727" w14:textId="4D41438B" w:rsidR="00C44890" w:rsidRPr="00492684" w:rsidRDefault="00C44890" w:rsidP="00C44890">
      <w:pPr>
        <w:rPr>
          <w:lang w:val="en-GB"/>
        </w:rPr>
      </w:pPr>
      <w:bookmarkStart w:id="7" w:name="_Toc308102003"/>
      <w:r w:rsidRPr="00492684">
        <w:rPr>
          <w:lang w:val="en-GB"/>
        </w:rPr>
        <w:t>All supporting documentation must be in English.</w:t>
      </w:r>
      <w:r w:rsidR="00276290">
        <w:rPr>
          <w:lang w:val="en-GB"/>
        </w:rPr>
        <w:t xml:space="preserve"> Final quote should be in AUD and CIF</w:t>
      </w:r>
      <w:r w:rsidR="007343B9">
        <w:rPr>
          <w:lang w:val="en-GB"/>
        </w:rPr>
        <w:t xml:space="preserve"> Kiritimati</w:t>
      </w:r>
      <w:r w:rsidR="00276290">
        <w:rPr>
          <w:lang w:val="en-GB"/>
        </w:rPr>
        <w:t xml:space="preserve">. The following documents should be submitted. Failure to provide will result in disqualifying the tenderer. </w:t>
      </w:r>
    </w:p>
    <w:p w14:paraId="63B9B8A8" w14:textId="4AB34398" w:rsidR="002A474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Business Registration </w:t>
      </w:r>
    </w:p>
    <w:p w14:paraId="5A34EDF1" w14:textId="191E8B12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Tax Clearance from Tax Office </w:t>
      </w:r>
    </w:p>
    <w:p w14:paraId="43C9DFEB" w14:textId="27F3E6CE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 xml:space="preserve">Bank Statement signed by the authorized personnel from Bank institutions and stamped </w:t>
      </w:r>
    </w:p>
    <w:p w14:paraId="52EA2E19" w14:textId="490D898C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Signed copy of the Certificate for Compliance Form. Refer to ITT Template No.8 for a copy of the certificate for compliance form</w:t>
      </w:r>
    </w:p>
    <w:p w14:paraId="2762A983" w14:textId="590E52D0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Complete quotation</w:t>
      </w:r>
      <w:r w:rsidR="007343B9">
        <w:rPr>
          <w:rFonts w:ascii="Times New Roman" w:hAnsi="Times New Roman"/>
          <w:sz w:val="24"/>
          <w:szCs w:val="24"/>
          <w:lang w:val="en-GB"/>
        </w:rPr>
        <w:t xml:space="preserve"> in AUD and CIF Kiritimati</w:t>
      </w:r>
      <w:r w:rsidRPr="003E01C6">
        <w:rPr>
          <w:rFonts w:ascii="Times New Roman" w:hAnsi="Times New Roman"/>
          <w:sz w:val="24"/>
          <w:szCs w:val="24"/>
          <w:lang w:val="en-GB"/>
        </w:rPr>
        <w:t xml:space="preserve"> indicating a clear financial proposal </w:t>
      </w:r>
    </w:p>
    <w:p w14:paraId="7A0D34E4" w14:textId="494CC6AD" w:rsidR="00276290" w:rsidRPr="003E01C6" w:rsidRDefault="00276290" w:rsidP="00276290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3E01C6">
        <w:rPr>
          <w:rFonts w:ascii="Times New Roman" w:hAnsi="Times New Roman"/>
          <w:sz w:val="24"/>
          <w:szCs w:val="24"/>
          <w:lang w:val="en-GB"/>
        </w:rPr>
        <w:t>Technical Proposal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492684">
        <w:rPr>
          <w:rFonts w:cs="Calibri"/>
          <w:lang w:val="en-GB"/>
        </w:rPr>
        <w:t>Installation services</w:t>
      </w:r>
      <w:bookmarkEnd w:id="8"/>
    </w:p>
    <w:p w14:paraId="3321152F" w14:textId="0AF385AF" w:rsidR="00C44890" w:rsidRPr="00492684" w:rsidRDefault="007343B9" w:rsidP="00C44890">
      <w:pPr>
        <w:rPr>
          <w:lang w:val="en-GB"/>
        </w:rPr>
      </w:pPr>
      <w:r>
        <w:rPr>
          <w:lang w:val="en-GB"/>
        </w:rPr>
        <w:t>The existing staff at the Ministry’s Construction Division can do the</w:t>
      </w:r>
      <w:r w:rsidR="002A32D3">
        <w:rPr>
          <w:lang w:val="en-GB"/>
        </w:rPr>
        <w:t xml:space="preserve"> </w:t>
      </w:r>
      <w:r>
        <w:rPr>
          <w:lang w:val="en-GB"/>
        </w:rPr>
        <w:t>implement</w:t>
      </w:r>
      <w:r w:rsidR="002A32D3">
        <w:rPr>
          <w:lang w:val="en-GB"/>
        </w:rPr>
        <w:t>ation of</w:t>
      </w:r>
      <w:r>
        <w:rPr>
          <w:lang w:val="en-GB"/>
        </w:rPr>
        <w:t xml:space="preserve"> the project.</w:t>
      </w:r>
      <w:r w:rsidR="003E01C6">
        <w:rPr>
          <w:lang w:val="en-GB"/>
        </w:rPr>
        <w:t xml:space="preserve"> 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9" w:name="_Toc419729578"/>
      <w:r w:rsidRPr="00492684">
        <w:rPr>
          <w:lang w:val="en-GB"/>
        </w:rPr>
        <w:t>Delivery Time</w:t>
      </w:r>
      <w:bookmarkEnd w:id="9"/>
    </w:p>
    <w:p w14:paraId="1FAB4B7A" w14:textId="0D4C6B5A" w:rsidR="00C44890" w:rsidRPr="00492684" w:rsidRDefault="003A1D99" w:rsidP="00C44890">
      <w:pPr>
        <w:rPr>
          <w:lang w:val="en-GB"/>
        </w:rPr>
      </w:pPr>
      <w:r>
        <w:rPr>
          <w:lang w:val="en-GB"/>
        </w:rPr>
        <w:t xml:space="preserve">To be arrived at Kiritimati Island </w:t>
      </w:r>
      <w:r w:rsidR="00D21C60">
        <w:rPr>
          <w:lang w:val="en-GB"/>
        </w:rPr>
        <w:t>in the next shipment in June or July 2023.</w:t>
      </w:r>
    </w:p>
    <w:bookmarkEnd w:id="5"/>
    <w:bookmarkEnd w:id="6"/>
    <w:p w14:paraId="69E741C9" w14:textId="3766045A" w:rsidR="00C44890" w:rsidRPr="00276290" w:rsidRDefault="00C44890" w:rsidP="00276290">
      <w:pPr>
        <w:pStyle w:val="Heading2"/>
      </w:pPr>
      <w:r w:rsidRPr="00492684">
        <w:t>Description of the Good</w:t>
      </w:r>
      <w:bookmarkEnd w:id="2"/>
      <w:r w:rsidR="00966D9B">
        <w:t xml:space="preserve">- refer to Annex 1. </w:t>
      </w:r>
    </w:p>
    <w:p w14:paraId="6B89AB38" w14:textId="47BF1C35" w:rsidR="00276290" w:rsidRDefault="003458DF" w:rsidP="00276290">
      <w:r>
        <w:t>See the Specification</w:t>
      </w:r>
      <w:r w:rsidR="00924BAB">
        <w:t xml:space="preserve"> of the Materials in the list given</w:t>
      </w:r>
      <w:r>
        <w:t xml:space="preserve">. </w:t>
      </w:r>
    </w:p>
    <w:tbl>
      <w:tblPr>
        <w:tblW w:w="20513" w:type="dxa"/>
        <w:tblLook w:val="04A0" w:firstRow="1" w:lastRow="0" w:firstColumn="1" w:lastColumn="0" w:noHBand="0" w:noVBand="1"/>
      </w:tblPr>
      <w:tblGrid>
        <w:gridCol w:w="222"/>
        <w:gridCol w:w="3858"/>
        <w:gridCol w:w="2071"/>
        <w:gridCol w:w="2245"/>
        <w:gridCol w:w="289"/>
        <w:gridCol w:w="289"/>
        <w:gridCol w:w="434"/>
        <w:gridCol w:w="1150"/>
        <w:gridCol w:w="661"/>
        <w:gridCol w:w="728"/>
        <w:gridCol w:w="79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936B60" w:rsidRPr="00D21C60" w14:paraId="4A3B747A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6D32655" w14:textId="77777777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76ED2" w14:textId="77777777" w:rsidR="00936B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  <w:tbl>
            <w:tblPr>
              <w:tblStyle w:val="TableGrid"/>
              <w:tblW w:w="7942" w:type="dxa"/>
              <w:tblLook w:val="04A0" w:firstRow="1" w:lastRow="0" w:firstColumn="1" w:lastColumn="0" w:noHBand="0" w:noVBand="1"/>
            </w:tblPr>
            <w:tblGrid>
              <w:gridCol w:w="1192"/>
              <w:gridCol w:w="5310"/>
              <w:gridCol w:w="1440"/>
            </w:tblGrid>
            <w:tr w:rsidR="00B96818" w14:paraId="05A824A0" w14:textId="0AA3421E" w:rsidTr="00912AB3">
              <w:tc>
                <w:tcPr>
                  <w:tcW w:w="1192" w:type="dxa"/>
                </w:tcPr>
                <w:p w14:paraId="65E4B015" w14:textId="792AFFF2" w:rsidR="00B96818" w:rsidRDefault="00912AB3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ITEMS</w:t>
                  </w:r>
                </w:p>
              </w:tc>
              <w:tc>
                <w:tcPr>
                  <w:tcW w:w="5310" w:type="dxa"/>
                </w:tcPr>
                <w:p w14:paraId="1143FE15" w14:textId="48DAC958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DESCRIPTION</w:t>
                  </w:r>
                </w:p>
              </w:tc>
              <w:tc>
                <w:tcPr>
                  <w:tcW w:w="1440" w:type="dxa"/>
                </w:tcPr>
                <w:p w14:paraId="7877270B" w14:textId="5A392153" w:rsidR="00B96818" w:rsidRDefault="00B96818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TOTAL OF QUANTITY</w:t>
                  </w:r>
                </w:p>
              </w:tc>
            </w:tr>
            <w:tr w:rsidR="00B96818" w14:paraId="412C3754" w14:textId="1B5C2B52" w:rsidTr="00912AB3">
              <w:tc>
                <w:tcPr>
                  <w:tcW w:w="1192" w:type="dxa"/>
                </w:tcPr>
                <w:p w14:paraId="1E91BDDB" w14:textId="1EFE311D" w:rsidR="00B96818" w:rsidRDefault="00912AB3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Inverter s18,OH-13</w:t>
                  </w:r>
                </w:p>
              </w:tc>
              <w:tc>
                <w:tcPr>
                  <w:tcW w:w="5310" w:type="dxa"/>
                </w:tcPr>
                <w:p w14:paraId="582D4915" w14:textId="517EC368" w:rsidR="00B96818" w:rsidRDefault="00912AB3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Sunny Island 0.8 Inverter/Charger 6KW, 48V Web Connect</w:t>
                  </w:r>
                </w:p>
              </w:tc>
              <w:tc>
                <w:tcPr>
                  <w:tcW w:w="1440" w:type="dxa"/>
                </w:tcPr>
                <w:p w14:paraId="5C599241" w14:textId="6ABCF8D2" w:rsidR="00B96818" w:rsidRDefault="00912AB3" w:rsidP="00B96818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</w:tr>
            <w:tr w:rsidR="00B96818" w14:paraId="70B2FAE6" w14:textId="46203F81" w:rsidTr="00912AB3">
              <w:tc>
                <w:tcPr>
                  <w:tcW w:w="1192" w:type="dxa"/>
                </w:tcPr>
                <w:p w14:paraId="5853686E" w14:textId="118ADF8A" w:rsidR="00B96818" w:rsidRDefault="00912AB3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Contactor</w:t>
                  </w:r>
                </w:p>
              </w:tc>
              <w:tc>
                <w:tcPr>
                  <w:tcW w:w="5310" w:type="dxa"/>
                </w:tcPr>
                <w:p w14:paraId="12DA38C7" w14:textId="1EAB1724" w:rsidR="00B96818" w:rsidRDefault="00912AB3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SMA MC Box Contactor Code 13 100-250v 50/60Hz,dc</w:t>
                  </w:r>
                </w:p>
              </w:tc>
              <w:tc>
                <w:tcPr>
                  <w:tcW w:w="1440" w:type="dxa"/>
                </w:tcPr>
                <w:p w14:paraId="58C0E496" w14:textId="584DA5FC" w:rsidR="00B96818" w:rsidRDefault="00B96818" w:rsidP="00B96818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</w:tr>
            <w:tr w:rsidR="00B96818" w14:paraId="4E5A3F46" w14:textId="19677040" w:rsidTr="00912AB3">
              <w:tc>
                <w:tcPr>
                  <w:tcW w:w="1192" w:type="dxa"/>
                </w:tcPr>
                <w:p w14:paraId="1D502E30" w14:textId="60D0887F" w:rsidR="00B96818" w:rsidRDefault="00912AB3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Com card</w:t>
                  </w:r>
                </w:p>
              </w:tc>
              <w:tc>
                <w:tcPr>
                  <w:tcW w:w="5310" w:type="dxa"/>
                </w:tcPr>
                <w:p w14:paraId="280898D1" w14:textId="0B645AE6" w:rsidR="00B96818" w:rsidRDefault="00912AB3" w:rsidP="00D21C60">
                  <w:pPr>
                    <w:spacing w:before="0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Com cards for master Sunny Island in Multi Cluster System</w:t>
                  </w:r>
                </w:p>
              </w:tc>
              <w:tc>
                <w:tcPr>
                  <w:tcW w:w="1440" w:type="dxa"/>
                </w:tcPr>
                <w:p w14:paraId="6CDB584C" w14:textId="37973AC1" w:rsidR="00B96818" w:rsidRDefault="00912AB3" w:rsidP="00B96818">
                  <w:pPr>
                    <w:spacing w:before="0"/>
                    <w:jc w:val="center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</w:tr>
          </w:tbl>
          <w:p w14:paraId="5FEB9DBE" w14:textId="547332F9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F6BBF" w14:textId="6595D1E7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563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87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DD9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67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E14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534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43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47E9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99C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C0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FB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56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1AE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78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4CD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416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3A0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107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7FA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01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76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05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03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EC87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DFF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7D0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66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0C5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D4E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A2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C06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3CD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417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92C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9E5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735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17B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A6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2F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D4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C76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8C12D02" w14:textId="77777777" w:rsidTr="00B96818">
        <w:trPr>
          <w:trHeight w:val="118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82FDCC9" w14:textId="77777777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5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053F2" w14:textId="2D72623F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14CC5" w14:textId="77777777" w:rsidR="00936B60" w:rsidRPr="00D21C60" w:rsidRDefault="00936B60" w:rsidP="00D21C60">
            <w:pPr>
              <w:spacing w:before="0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03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47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2E1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1B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24E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9F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C7A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5466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A58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854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3AC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71E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799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F9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9A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9B1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94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046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45C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86E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F4A4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121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B26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FD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327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780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AD8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3BF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BE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A0A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242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074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3D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B6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CE73AEB" w14:textId="77777777" w:rsidTr="00B96818">
        <w:trPr>
          <w:trHeight w:val="2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EEA9C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87A06" w14:textId="7F35D2F2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F8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326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4D2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89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733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2C1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866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E9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9B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685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9F4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253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54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535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36F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21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DBE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622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7E6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76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850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2B0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757B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C87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B3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CF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1E7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07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6A0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36F9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09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8FD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60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F2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C2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899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8A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34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CB2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31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70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4A7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067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FFD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BEE7FA5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8B3CC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FDBCE" w14:textId="158ACBA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35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2E8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A732A" w14:textId="77777777" w:rsidR="00936B60" w:rsidRPr="00D21C60" w:rsidRDefault="00936B60" w:rsidP="00D21C60">
            <w:pPr>
              <w:spacing w:befor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F8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D6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C1C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9F2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FA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95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80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777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E1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309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48D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C5C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B2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64A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380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928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6C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1CD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192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210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7A1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C0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8C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92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36C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FD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69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B9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8D9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468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7D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CFC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A43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EB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F37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E66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CD6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BD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BE28BCE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37930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C910" w14:textId="74C061E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548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5A539" w14:textId="6F990C4D" w:rsidR="00936B60" w:rsidRPr="00D21C60" w:rsidRDefault="00936B60" w:rsidP="00936B60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07EFB" w14:textId="77777777" w:rsidR="00936B60" w:rsidRPr="00D21C60" w:rsidRDefault="00936B60" w:rsidP="00D21C60">
            <w:pPr>
              <w:spacing w:before="0"/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446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ED1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467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D1E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8CF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FEF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69D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828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471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8B2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F49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9DB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BD2B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00C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FF5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124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2FC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8C4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ACD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17F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AC3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CD1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84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E31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10E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00B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05C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630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C4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BF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B8EE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1E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67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D24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7E1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0AA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52E8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671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BA42C90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DE25A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B95FA" w14:textId="2639439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574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92C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1B58" w14:textId="77777777" w:rsidR="00936B60" w:rsidRPr="00D21C60" w:rsidRDefault="00936B60" w:rsidP="00D21C60">
            <w:pPr>
              <w:spacing w:before="0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1C3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F93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5F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126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32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F1F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E2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658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260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7EB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1C2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2C1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59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B6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71B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932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E02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F7B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53C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022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901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CA0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EC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45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C42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CE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965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CD27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0F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39E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956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16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29F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C5A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D6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B2C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667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C0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4508ABF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B60AF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6C53" w14:textId="6FB0595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E88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AF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DDC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0F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073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DA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82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177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27B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8EF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624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1D8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14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E64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1D1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2FC6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A6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FA7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C82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D6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52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F3F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A9B0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2F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1A5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6A4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CA3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5D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F162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95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76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6FC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8D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61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6F6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5B8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DD8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9462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62B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0EFE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51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EC0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78D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7F22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5C6BAC7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78D3D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7820D" w14:textId="2748310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4FD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44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D4F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692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FDB0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6D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790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564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40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95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4C8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55E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0F0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57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126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5F6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C0A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FB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5E3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811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57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46D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33C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842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04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662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0A3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25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09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EF11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452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74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DC4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054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30B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84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A9D6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4D3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79A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D17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F0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73EF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E4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B2BA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4421BC90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0A194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8299B" w14:textId="208F32EE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0D3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19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92AB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833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6D6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0F3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2AF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93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01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CA8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B15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A11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CA8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08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E87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3ED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4559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515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8C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F2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C6C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7D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F2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6F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C18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AD2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927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7EA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E3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E25D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AE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3E3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00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C20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BB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CB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8C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EA1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BB8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5D0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8C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7D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2B2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726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3DEF8FE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8E9E4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BC47D" w14:textId="41BD5EC8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DE9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695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E92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112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E003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A7B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BB2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E9F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E5B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878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226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67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50E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05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A9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48C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FEC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349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955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D806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49F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E49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EA3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07C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E1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2B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108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C3A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B58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DF7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76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3E2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244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945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0CE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10F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11B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FCE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D2E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B58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7651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E7C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7D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1F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7BCADAEC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04EFA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30736" w14:textId="5FEF7456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85B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7BF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F3B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BE8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1FB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9D7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03B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99A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E5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C54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512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DA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94C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4C8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FA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10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604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55A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FF8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9AC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C91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4DC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AAC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6B5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28E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CC1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07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77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1E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A0FB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2C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689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1F0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21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0CF6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22E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3AE8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A39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D2A5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C5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7D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50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B44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043E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7766DD1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7F2A7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8B4B" w14:textId="70F7A7F0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583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3FA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F88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88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B19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8D0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EB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CF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57D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062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A98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467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D18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2BC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27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18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57F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7FA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EA6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1C2B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8A0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B8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772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E7B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1A9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3C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75E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3A7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489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D94B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EC4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A75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382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322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54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F6B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54E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2B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AA1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79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731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C8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2C8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BBC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09F31BC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611FA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FB495" w14:textId="631E8CF2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F80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D666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D87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917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49A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5E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FA5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9D3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5E2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A0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78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756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A8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7EF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08E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6B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0B4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8A7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EBC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B84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60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61E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B01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41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7E1F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4D9E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797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950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84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F1D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D4C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49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404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495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C78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7D3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A05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C76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7DD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827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9EC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87A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ED1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D39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65F97DF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85AAF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9FA8" w14:textId="1AC6D15D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0F0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0B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F03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6E9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523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B2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2A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30E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F04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0A7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8554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D0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9B9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1A9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5BA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76B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3C61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A1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98EB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50A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857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E1D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466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056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43C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6A3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0F0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4E9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AF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89B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1CD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4E29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67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D75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BC0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15E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E7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817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921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57C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BF0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3F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F5A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98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3B507ACC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A071D5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17E9" w14:textId="2A00569A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C0D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1A8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EF5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7D8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BD5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B4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376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395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A7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B6E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ED0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729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DD5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F1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691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83B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56E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56A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2B4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CF0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9EA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521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871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FD0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427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8BA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A3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719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86A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A12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58F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04EA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95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A27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292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02C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56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08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B7E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A3F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428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A67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26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E6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12B70C75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5AA7D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3AEF7" w14:textId="2DFCC8A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FE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5D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20D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9C5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47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1A0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ACE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D4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EA0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8C0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82B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2D2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F72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3D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452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BB4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ACE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E79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25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05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56D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11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87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C92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9A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C0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D8E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46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72A7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590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73D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4D0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691B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89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7EE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D4C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8D3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68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2D9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4B2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B72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4468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6E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4330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D6E2161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92A8E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5A7B8" w14:textId="08A8A765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EE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50C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16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C0B1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2DEB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770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7F3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2A2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D4E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8E5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8F0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5CC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3B6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870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42D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FF94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AFF9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4C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237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ABB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51D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4C3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834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0CE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5C1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83B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667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5E1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A93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030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5BC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FF6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0D4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069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F8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200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304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61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DE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CDD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5E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CE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4D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F78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7EDB655F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AE1C1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37415" w14:textId="00ACA926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2E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631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162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E6A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5F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013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6958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2BD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A6F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E6AD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EC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062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C6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E1FF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CBB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C14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81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FCB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E7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40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B59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561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41F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C8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40D7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CB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40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F197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151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D43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62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B9F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09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36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8F12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30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9607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60E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814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1DA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5C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0C1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8B6A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18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683B6FF8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B56B2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CF475" w14:textId="41B86DBD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B0B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866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4745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09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FA83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629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01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6FA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91A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B57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70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68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8C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99D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0DE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DF1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107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695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C9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131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19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4B3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A3C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E6F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49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4CD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FB0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819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719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9A8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AD8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33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94A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739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858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9A5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62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5C2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6E6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E3B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0AB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4EC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42B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907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4D2E687B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D680E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7CC5" w14:textId="28097206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7F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A245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FDC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709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3C3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B64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ABC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C383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545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E56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DBF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09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AF8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C56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B3D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E2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A98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153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CA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91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DD7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692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71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15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478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76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D99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DB3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F87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CF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106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E6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5362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C35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522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F91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C081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FC3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A3C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251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54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693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3B4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CE8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E4C2C82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80C5C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B1552" w14:textId="6BF38398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DAE1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BED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4B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88D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16E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A5B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66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9A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ACB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080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CF4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9E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1F4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545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D78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5092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C44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C8E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9348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17A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C8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5FD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536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76C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A87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398B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80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C3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3B9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0EE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BB4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EC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2BD5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5FD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2D9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02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C4E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A84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8D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7B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BBC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2023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58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29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45BA487D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4B08A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42B14" w14:textId="0D446A5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56C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D09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842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DCC9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DDC0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9E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EA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6D3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4FD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27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9E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EB8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61A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105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4A8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893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F14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7E87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EE8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9DE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8F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8C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9E1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FD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3A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E66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08F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82C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5F1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BB3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33F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585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6746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D0A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E5F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AA0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146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8D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FBF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041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0F3E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94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978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BE4E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84081F6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527B3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CEEF" w14:textId="53BC9833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736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E02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BDD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51B0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AD74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087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747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F2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9147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3FA8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E848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E079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93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6F3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1F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49B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21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3F0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83A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58A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C12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F96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484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194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9DEB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133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F5F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8DA8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545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325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3E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AFF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528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66B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0D5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8C2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FD3B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9C7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75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2F3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F080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0A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D29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D87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2184C9C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EC7970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6AAC3" w14:textId="5F190AFE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C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8C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D5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1DB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CC0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17F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502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1E2F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D75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274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50A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C6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C5E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B4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999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506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8996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192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FDF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87C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D4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091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1B2A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FB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E8B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1B8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C82E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78E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414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ED8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9A8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074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075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E2A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F4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EA7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94D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E613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58E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8AFE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055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8F8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A51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BC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3041BC5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11BE5C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B8FC" w14:textId="29FAB35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A4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CE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AC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D13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545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EAB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DF8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408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0B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C5F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378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07D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88C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068A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C9A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992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1D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F5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50E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561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8D0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BF2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1869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19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DB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FE6D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8B8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154C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E34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71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380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C790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C48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DF39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6A5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02C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247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D57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836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2F1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E18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F142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08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BDC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68933C62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C7831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A0B30" w14:textId="4EF65DC5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1A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5B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E24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4A22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E75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47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09A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CE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356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A29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5F5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F0D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9E2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C559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CF1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42A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38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870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D81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EBD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A97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F1E7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FB6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646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07D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69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628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772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C828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50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A28C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A8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F5FB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7F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0454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F2FC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9B8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1DEE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078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89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D24B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722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BD4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BFF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9200DEC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280DDD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6D91" w14:textId="0A062032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838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406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F10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6B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DF2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2B5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5305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B922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1DB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80D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F61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99C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743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EEE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4FB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301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B62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3825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C4B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EC11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190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44AB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33D3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09F6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F26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E7D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BEF9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36B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03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93F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CC1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B8D5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AB4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DC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64F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663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7334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FD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58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5E8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6F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304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A5C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18D8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11BE97D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05D269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2FD50" w14:textId="36FC3D8F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CB31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F48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5090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C05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979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6E1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4F2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1F5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37D4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AB1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07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CD7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D93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006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2C1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5514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B57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BB79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FE4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F23D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E0FB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DFD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7B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3C31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0121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3A4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3CA0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8D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A586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DAB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DF4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97C0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86C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917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EA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82A3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96E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AC0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9E8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4B9F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E38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E54E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CA79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54A9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E86060A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6DFC0CA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1756" w14:textId="7418943E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0F73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7D39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C9C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1610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3CD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B8B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4FA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B50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C0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0A1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F3C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5C3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DA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E64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73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8BB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0D82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0A0E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90D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0E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54AA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DBB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C53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C1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78D9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1020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7844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B1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2B6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C717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A31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45B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C41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4957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78B3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913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157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605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435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D815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73EB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EE6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ECFA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0BED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7A22A24E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56B0B9E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26F7F" w14:textId="797D4AEF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C280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7E2D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728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616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99F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161A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B79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1D0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BAA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748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2D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359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F8D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103E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EBC4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A05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F65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C8BD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CBD9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172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35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839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526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AD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4116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CE1B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B9A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747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5D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BCF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26FA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365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B82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BBCC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52A7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A85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0BB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3A7A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43C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43A7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3B6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A88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060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911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0B1198E3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314736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980F3" w14:textId="54D95964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4B2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E23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5106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501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C5E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27F4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919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A1D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137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80B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C7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1C8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F0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24D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99F5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263F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287C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815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FA7F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D77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F28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620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4DBF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76B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1D0A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61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4974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C7B4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114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6D78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8447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856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9B9C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8176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83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FE8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6CF6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0C1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C95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04E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37DF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66D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CE2F4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B81D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55DBC1F0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7017FE8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2E646" w14:textId="13F66F49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8F2E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B823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C92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7A2D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F5C2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072D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3181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0371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8C0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19DE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1A4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151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04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BA1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27A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5827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BB82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543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1F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7893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7D7F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45E5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14D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E3E8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17C2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16C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86B2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35EE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D0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0FC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073F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ED4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75A4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FD82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E8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1D12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268C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AE5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4CB0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C98D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41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848B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92FE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E771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  <w:tr w:rsidR="00936B60" w:rsidRPr="00D21C60" w14:paraId="241B890A" w14:textId="77777777" w:rsidTr="00B96818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14:paraId="4F08851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BF571" w14:textId="638DB93F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3E76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18E8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65DD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9BCF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2553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46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EBC5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D3CD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C92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BFC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B81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544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52A3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0B5A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59A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D651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A0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EDFAC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7B4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0DB5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B5F1D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CB287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BA7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31D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BDEC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E0A0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4707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A38C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0033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7B9A2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4A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1783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E04CA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A8A4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8B2C5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F00A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85B96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E5253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902E9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666E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3763B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BA168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BE2CF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8D260" w14:textId="77777777" w:rsidR="00936B60" w:rsidRPr="00D21C60" w:rsidRDefault="00936B60" w:rsidP="00D21C60">
            <w:pPr>
              <w:spacing w:before="0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09AA0628" w14:textId="77777777" w:rsidR="00D21C60" w:rsidRPr="00A318B5" w:rsidRDefault="00D21C60" w:rsidP="00276290"/>
    <w:sectPr w:rsidR="00D21C60" w:rsidRPr="00A318B5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F42E8" w14:textId="77777777" w:rsidR="00247F6D" w:rsidRDefault="00247F6D">
      <w:r>
        <w:separator/>
      </w:r>
    </w:p>
  </w:endnote>
  <w:endnote w:type="continuationSeparator" w:id="0">
    <w:p w14:paraId="1C8BC6CA" w14:textId="77777777" w:rsidR="00247F6D" w:rsidRDefault="00247F6D">
      <w:r>
        <w:continuationSeparator/>
      </w:r>
    </w:p>
  </w:endnote>
  <w:endnote w:type="continuationNotice" w:id="1">
    <w:p w14:paraId="30CB28FB" w14:textId="77777777" w:rsidR="00247F6D" w:rsidRDefault="00247F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F3AB478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E7062">
      <w:rPr>
        <w:noProof/>
      </w:rPr>
      <w:t>2023-03-29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AF73F" w14:textId="77777777" w:rsidR="00247F6D" w:rsidRDefault="00247F6D">
      <w:r>
        <w:separator/>
      </w:r>
    </w:p>
  </w:footnote>
  <w:footnote w:type="continuationSeparator" w:id="0">
    <w:p w14:paraId="200BFD97" w14:textId="77777777" w:rsidR="00247F6D" w:rsidRDefault="00247F6D">
      <w:r>
        <w:continuationSeparator/>
      </w:r>
    </w:p>
  </w:footnote>
  <w:footnote w:type="continuationNotice" w:id="1">
    <w:p w14:paraId="7C4BEF87" w14:textId="77777777" w:rsidR="00247F6D" w:rsidRDefault="00247F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692A03C1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800392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="00A66587" w:rsidRPr="00A66587">
      <w:rPr>
        <w:rStyle w:val="Strong"/>
        <w:rFonts w:asciiTheme="minorHAnsi" w:hAnsiTheme="minorHAnsi" w:cstheme="minorHAnsi"/>
        <w:lang w:val="en-GB"/>
      </w:rPr>
      <w:t>RFQ-</w:t>
    </w:r>
    <w:r w:rsidR="00A66587">
      <w:rPr>
        <w:rStyle w:val="Strong"/>
        <w:rFonts w:asciiTheme="minorHAnsi" w:hAnsiTheme="minorHAnsi" w:cstheme="minorHAnsi"/>
        <w:lang w:val="en-GB"/>
      </w:rPr>
      <w:t>MXXX</w:t>
    </w:r>
    <w:r w:rsidR="00A66587" w:rsidRPr="00A66587">
      <w:rPr>
        <w:rStyle w:val="Strong"/>
        <w:rFonts w:asciiTheme="minorHAnsi" w:hAnsiTheme="minorHAnsi" w:cstheme="minorHAnsi"/>
        <w:lang w:val="en-GB"/>
      </w:rPr>
      <w:t>-2020-</w:t>
    </w:r>
    <w:r w:rsidR="00A66587" w:rsidRPr="00800392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A6A9B"/>
    <w:multiLevelType w:val="hybridMultilevel"/>
    <w:tmpl w:val="1B9CA3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704926">
    <w:abstractNumId w:val="2"/>
  </w:num>
  <w:num w:numId="2" w16cid:durableId="358895996">
    <w:abstractNumId w:val="14"/>
  </w:num>
  <w:num w:numId="3" w16cid:durableId="465782334">
    <w:abstractNumId w:val="15"/>
  </w:num>
  <w:num w:numId="4" w16cid:durableId="175655342">
    <w:abstractNumId w:val="6"/>
  </w:num>
  <w:num w:numId="5" w16cid:durableId="1375346454">
    <w:abstractNumId w:val="5"/>
  </w:num>
  <w:num w:numId="6" w16cid:durableId="1369642846">
    <w:abstractNumId w:val="10"/>
  </w:num>
  <w:num w:numId="7" w16cid:durableId="579678788">
    <w:abstractNumId w:val="7"/>
  </w:num>
  <w:num w:numId="8" w16cid:durableId="344673684">
    <w:abstractNumId w:val="12"/>
  </w:num>
  <w:num w:numId="9" w16cid:durableId="704254154">
    <w:abstractNumId w:val="0"/>
  </w:num>
  <w:num w:numId="10" w16cid:durableId="1254825154">
    <w:abstractNumId w:val="11"/>
  </w:num>
  <w:num w:numId="11" w16cid:durableId="617490996">
    <w:abstractNumId w:val="3"/>
  </w:num>
  <w:num w:numId="12" w16cid:durableId="1590775499">
    <w:abstractNumId w:val="9"/>
  </w:num>
  <w:num w:numId="13" w16cid:durableId="210388247">
    <w:abstractNumId w:val="13"/>
  </w:num>
  <w:num w:numId="14" w16cid:durableId="748381122">
    <w:abstractNumId w:val="4"/>
  </w:num>
  <w:num w:numId="15" w16cid:durableId="1689520618">
    <w:abstractNumId w:val="8"/>
  </w:num>
  <w:num w:numId="16" w16cid:durableId="143447504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018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A7B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5753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0214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47F6D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76290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2D3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8DF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1D9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1C6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062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0419"/>
    <w:rsid w:val="00481595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405"/>
    <w:rsid w:val="004E064E"/>
    <w:rsid w:val="004E15EC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5C2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306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3345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3B9"/>
    <w:rsid w:val="00734F56"/>
    <w:rsid w:val="0073516E"/>
    <w:rsid w:val="0073566E"/>
    <w:rsid w:val="00735B25"/>
    <w:rsid w:val="007376ED"/>
    <w:rsid w:val="007403C6"/>
    <w:rsid w:val="00742F59"/>
    <w:rsid w:val="00744871"/>
    <w:rsid w:val="00744C0E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EB4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2E02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87F66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539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67B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2AB3"/>
    <w:rsid w:val="00917CA0"/>
    <w:rsid w:val="00920074"/>
    <w:rsid w:val="009215AA"/>
    <w:rsid w:val="00922987"/>
    <w:rsid w:val="00922A3A"/>
    <w:rsid w:val="009237F9"/>
    <w:rsid w:val="00924BAB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6B60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D9B"/>
    <w:rsid w:val="00970741"/>
    <w:rsid w:val="00971142"/>
    <w:rsid w:val="0097167C"/>
    <w:rsid w:val="009752BB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749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5EE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3C23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58C5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6818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6F47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E98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C60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1816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47B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722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3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uiPriority w:val="99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sonormal0">
    <w:name w:val="msonormal"/>
    <w:basedOn w:val="Normal"/>
    <w:rsid w:val="00D21C60"/>
    <w:pPr>
      <w:spacing w:before="100" w:beforeAutospacing="1" w:after="100" w:afterAutospacing="1"/>
    </w:pPr>
    <w:rPr>
      <w:rFonts w:eastAsia="Times New Roman"/>
    </w:rPr>
  </w:style>
  <w:style w:type="paragraph" w:customStyle="1" w:styleId="xl65">
    <w:name w:val="xl65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6">
    <w:name w:val="xl66"/>
    <w:basedOn w:val="Normal"/>
    <w:rsid w:val="00D21C60"/>
    <w:pPr>
      <w:pBdr>
        <w:top w:val="single" w:sz="8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67">
    <w:name w:val="xl67"/>
    <w:basedOn w:val="Normal"/>
    <w:rsid w:val="00D21C6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8">
    <w:name w:val="xl68"/>
    <w:basedOn w:val="Normal"/>
    <w:rsid w:val="00D21C6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69">
    <w:name w:val="xl69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</w:rPr>
  </w:style>
  <w:style w:type="paragraph" w:customStyle="1" w:styleId="xl70">
    <w:name w:val="xl70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1">
    <w:name w:val="xl71"/>
    <w:basedOn w:val="Normal"/>
    <w:rsid w:val="00D21C60"/>
    <w:pPr>
      <w:spacing w:before="100" w:beforeAutospacing="1" w:after="100" w:afterAutospacing="1"/>
    </w:pPr>
    <w:rPr>
      <w:rFonts w:eastAsia="Times New Roman"/>
      <w:color w:val="0563C1"/>
      <w:u w:val="single"/>
    </w:rPr>
  </w:style>
  <w:style w:type="paragraph" w:customStyle="1" w:styleId="xl72">
    <w:name w:val="xl72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3">
    <w:name w:val="xl73"/>
    <w:basedOn w:val="Normal"/>
    <w:rsid w:val="00D21C60"/>
    <w:pPr>
      <w:spacing w:before="100" w:beforeAutospacing="1" w:after="100" w:afterAutospacing="1"/>
    </w:pPr>
    <w:rPr>
      <w:rFonts w:eastAsia="Times New Roman"/>
    </w:rPr>
  </w:style>
  <w:style w:type="paragraph" w:customStyle="1" w:styleId="xl74">
    <w:name w:val="xl74"/>
    <w:basedOn w:val="Normal"/>
    <w:rsid w:val="00D21C6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5">
    <w:name w:val="xl75"/>
    <w:basedOn w:val="Normal"/>
    <w:rsid w:val="00D21C6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6">
    <w:name w:val="xl76"/>
    <w:basedOn w:val="Normal"/>
    <w:rsid w:val="00D21C6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7">
    <w:name w:val="xl77"/>
    <w:basedOn w:val="Normal"/>
    <w:rsid w:val="00D21C6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</w:rPr>
  </w:style>
  <w:style w:type="paragraph" w:customStyle="1" w:styleId="xl78">
    <w:name w:val="xl78"/>
    <w:basedOn w:val="Normal"/>
    <w:rsid w:val="00D21C60"/>
    <w:pPr>
      <w:spacing w:before="100" w:beforeAutospacing="1" w:after="100" w:afterAutospacing="1"/>
      <w:jc w:val="center"/>
    </w:pPr>
    <w:rPr>
      <w:rFonts w:eastAsia="Times New Roman"/>
    </w:rPr>
  </w:style>
  <w:style w:type="paragraph" w:customStyle="1" w:styleId="xl79">
    <w:name w:val="xl79"/>
    <w:basedOn w:val="Normal"/>
    <w:rsid w:val="00D21C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124474-F083-492C-91B7-B5E8EAE4F6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3092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3</cp:revision>
  <cp:lastPrinted>2013-10-18T08:32:00Z</cp:lastPrinted>
  <dcterms:created xsi:type="dcterms:W3CDTF">2023-03-21T01:09:00Z</dcterms:created>
  <dcterms:modified xsi:type="dcterms:W3CDTF">2023-03-29T02:46:00Z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